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4E90F1" w14:textId="7346A1B4" w:rsidR="00346903" w:rsidRDefault="00346903" w:rsidP="00346903">
      <w:pPr>
        <w:spacing w:after="240"/>
        <w:rPr>
          <w:rFonts w:ascii="Arial" w:hAnsi="Arial" w:cs="Arial"/>
          <w:b/>
          <w:sz w:val="52"/>
          <w:szCs w:val="52"/>
        </w:rPr>
      </w:pPr>
      <w:r w:rsidRPr="00F25936">
        <w:rPr>
          <w:rFonts w:ascii="Arial" w:hAnsi="Arial" w:cs="Arial"/>
          <w:b/>
          <w:sz w:val="52"/>
          <w:szCs w:val="52"/>
        </w:rPr>
        <w:t>News Release</w:t>
      </w:r>
    </w:p>
    <w:p w14:paraId="4A495BA2" w14:textId="77777777" w:rsidR="00405F46" w:rsidRDefault="00405F46" w:rsidP="00405F46">
      <w:pPr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  <w:r w:rsidRPr="00084C23">
        <w:rPr>
          <w:rFonts w:ascii="Arial" w:hAnsi="Arial" w:cs="Arial"/>
          <w:b/>
        </w:rPr>
        <w:t>FOR IMMEDIATE RELEASE</w:t>
      </w:r>
    </w:p>
    <w:p w14:paraId="7B4D24D3" w14:textId="6B19D0D7" w:rsidR="00405F46" w:rsidRDefault="00405F46" w:rsidP="00405F46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  <w:r w:rsidRPr="00405F46">
        <w:rPr>
          <w:rFonts w:ascii="Arial" w:hAnsi="Arial" w:cs="Arial"/>
          <w:bCs/>
        </w:rPr>
        <w:t xml:space="preserve">April 6, 2021 </w:t>
      </w:r>
    </w:p>
    <w:p w14:paraId="586DC310" w14:textId="05E11981" w:rsidR="008B3333" w:rsidRDefault="008B3333" w:rsidP="00405F46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</w:p>
    <w:p w14:paraId="7D84205F" w14:textId="77777777" w:rsidR="008B3333" w:rsidRDefault="008B3333" w:rsidP="008B3333">
      <w:pPr>
        <w:tabs>
          <w:tab w:val="left" w:pos="1260"/>
        </w:tabs>
        <w:rPr>
          <w:rFonts w:ascii="Arial" w:hAnsi="Arial" w:cs="Arial"/>
        </w:rPr>
      </w:pPr>
      <w:r>
        <w:rPr>
          <w:rFonts w:ascii="Arial" w:hAnsi="Arial" w:cs="Arial"/>
        </w:rPr>
        <w:t>Contact:</w:t>
      </w:r>
      <w:r>
        <w:rPr>
          <w:rFonts w:ascii="Arial" w:hAnsi="Arial" w:cs="Arial"/>
        </w:rPr>
        <w:tab/>
        <w:t>Kathleen Hider, Public Affairs Officer</w:t>
      </w:r>
    </w:p>
    <w:p w14:paraId="50DAE661" w14:textId="77777777" w:rsidR="008B3333" w:rsidRDefault="008B3333" w:rsidP="008B3333">
      <w:pPr>
        <w:tabs>
          <w:tab w:val="left" w:pos="1260"/>
        </w:tabs>
        <w:rPr>
          <w:rFonts w:ascii="Arial" w:hAnsi="Arial" w:cs="Arial"/>
        </w:rPr>
      </w:pPr>
      <w:r>
        <w:rPr>
          <w:rFonts w:ascii="Arial" w:hAnsi="Arial" w:cs="Arial"/>
        </w:rPr>
        <w:t>Cell:</w:t>
      </w:r>
      <w:r>
        <w:rPr>
          <w:rFonts w:ascii="Arial" w:hAnsi="Arial" w:cs="Arial"/>
        </w:rPr>
        <w:tab/>
        <w:t>585-330-5720</w:t>
      </w:r>
    </w:p>
    <w:p w14:paraId="78C4F977" w14:textId="77777777" w:rsidR="008B3333" w:rsidRDefault="008B3333" w:rsidP="008B3333">
      <w:pPr>
        <w:tabs>
          <w:tab w:val="left" w:pos="1260"/>
        </w:tabs>
        <w:rPr>
          <w:rFonts w:ascii="Arial" w:hAnsi="Arial" w:cs="Arial"/>
        </w:rPr>
      </w:pPr>
      <w:r>
        <w:rPr>
          <w:rFonts w:ascii="Arial" w:hAnsi="Arial" w:cs="Arial"/>
        </w:rPr>
        <w:t>Email:</w:t>
      </w:r>
      <w:r>
        <w:rPr>
          <w:rFonts w:ascii="Arial" w:hAnsi="Arial" w:cs="Arial"/>
        </w:rPr>
        <w:tab/>
        <w:t>Kathleen.hider@va.gov</w:t>
      </w:r>
    </w:p>
    <w:p w14:paraId="279C116D" w14:textId="77777777" w:rsidR="008B3333" w:rsidRPr="00650549" w:rsidRDefault="008B3333" w:rsidP="00405F46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</w:p>
    <w:p w14:paraId="598A9DB9" w14:textId="77777777" w:rsidR="00405F46" w:rsidRPr="00084C23" w:rsidRDefault="00405F46" w:rsidP="00405F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  <w:bookmarkStart w:id="0" w:name="_Hlk533762194"/>
    </w:p>
    <w:p w14:paraId="35D1B1C7" w14:textId="10A8933D" w:rsidR="00405F46" w:rsidRPr="005B76EF" w:rsidRDefault="00405F46" w:rsidP="00405F4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05F46">
        <w:rPr>
          <w:rFonts w:ascii="Arial" w:hAnsi="Arial" w:cs="Arial"/>
          <w:b/>
          <w:bCs/>
          <w:sz w:val="28"/>
          <w:szCs w:val="28"/>
          <w:lang w:val="en"/>
        </w:rPr>
        <w:t>VA Finger Lakes Healthcare System</w:t>
      </w:r>
      <w:r>
        <w:rPr>
          <w:rFonts w:ascii="Arial" w:hAnsi="Arial" w:cs="Arial"/>
          <w:b/>
          <w:bCs/>
          <w:sz w:val="28"/>
          <w:szCs w:val="28"/>
          <w:lang w:val="en"/>
        </w:rPr>
        <w:t xml:space="preserve"> expanding COVID-19 vaccinations to all Veterans, </w:t>
      </w:r>
      <w:r w:rsidR="008B3333">
        <w:rPr>
          <w:rFonts w:ascii="Arial" w:hAnsi="Arial" w:cs="Arial"/>
          <w:b/>
          <w:bCs/>
          <w:sz w:val="28"/>
          <w:szCs w:val="28"/>
          <w:lang w:val="en"/>
        </w:rPr>
        <w:t>caregivers,</w:t>
      </w:r>
      <w:r>
        <w:rPr>
          <w:rFonts w:ascii="Arial" w:hAnsi="Arial" w:cs="Arial"/>
          <w:b/>
          <w:bCs/>
          <w:sz w:val="28"/>
          <w:szCs w:val="28"/>
          <w:lang w:val="en"/>
        </w:rPr>
        <w:t xml:space="preserve"> and spouses under SAVE LIVES Act</w:t>
      </w:r>
    </w:p>
    <w:p w14:paraId="489DE487" w14:textId="77777777" w:rsidR="00405F46" w:rsidRDefault="00405F46" w:rsidP="00405F46">
      <w:pPr>
        <w:rPr>
          <w:rFonts w:ascii="Arial" w:hAnsi="Arial" w:cs="Arial"/>
          <w:color w:val="000000"/>
        </w:rPr>
      </w:pPr>
      <w:bookmarkStart w:id="1" w:name="_Hlk61340525"/>
    </w:p>
    <w:p w14:paraId="6C54E296" w14:textId="43BFB799" w:rsidR="00405F46" w:rsidRPr="008F3BCF" w:rsidRDefault="00405F46" w:rsidP="00405F46">
      <w:pPr>
        <w:shd w:val="clear" w:color="auto" w:fill="FFFFFF"/>
        <w:rPr>
          <w:rFonts w:ascii="Arial" w:hAnsi="Arial" w:cs="Arial"/>
          <w:color w:val="2E2E2E"/>
        </w:rPr>
      </w:pPr>
      <w:bookmarkStart w:id="2" w:name="_Hlk67073379"/>
      <w:bookmarkStart w:id="3" w:name="_Hlk63154099"/>
      <w:bookmarkEnd w:id="1"/>
      <w:r w:rsidRPr="00405F46">
        <w:rPr>
          <w:rFonts w:ascii="Arial" w:hAnsi="Arial" w:cs="Arial"/>
          <w:b/>
          <w:bCs/>
          <w:color w:val="2E2E2E"/>
        </w:rPr>
        <w:t xml:space="preserve">Rochester, NY </w:t>
      </w:r>
      <w:r w:rsidRPr="00270208">
        <w:rPr>
          <w:rFonts w:ascii="Arial" w:hAnsi="Arial" w:cs="Arial"/>
          <w:b/>
          <w:bCs/>
          <w:color w:val="2E2E2E"/>
        </w:rPr>
        <w:t> </w:t>
      </w:r>
      <w:r w:rsidRPr="00270208">
        <w:rPr>
          <w:rFonts w:ascii="Arial" w:hAnsi="Arial" w:cs="Arial"/>
          <w:color w:val="2E2E2E"/>
        </w:rPr>
        <w:t xml:space="preserve">— </w:t>
      </w:r>
      <w:r w:rsidRPr="00405F46">
        <w:rPr>
          <w:rFonts w:ascii="Arial" w:hAnsi="Arial" w:cs="Arial"/>
          <w:lang w:val="en"/>
        </w:rPr>
        <w:t xml:space="preserve">VA Finger Lakes Healthcare System </w:t>
      </w:r>
      <w:r w:rsidRPr="008F3BCF">
        <w:rPr>
          <w:rFonts w:ascii="Arial" w:hAnsi="Arial" w:cs="Arial"/>
          <w:lang w:val="en"/>
        </w:rPr>
        <w:t xml:space="preserve">is providing COVID-19 vaccinations to anyone who served in the military, and their caregivers and spouses, </w:t>
      </w:r>
      <w:r w:rsidRPr="002658A7">
        <w:rPr>
          <w:rFonts w:ascii="Arial" w:hAnsi="Arial" w:cs="Arial"/>
          <w:lang w:val="en"/>
        </w:rPr>
        <w:t xml:space="preserve">and </w:t>
      </w:r>
      <w:hyperlink r:id="rId6" w:history="1">
        <w:r w:rsidRPr="008F3BCF">
          <w:rPr>
            <w:rStyle w:val="Hyperlink"/>
            <w:rFonts w:ascii="Arial" w:hAnsi="Arial" w:cs="Arial"/>
            <w:lang w:val="en"/>
          </w:rPr>
          <w:t>some other beneficiaries</w:t>
        </w:r>
      </w:hyperlink>
      <w:r w:rsidRPr="008F3BCF">
        <w:rPr>
          <w:rFonts w:ascii="Arial" w:hAnsi="Arial" w:cs="Arial"/>
          <w:lang w:val="en"/>
        </w:rPr>
        <w:t xml:space="preserve"> under the authority granted by the </w:t>
      </w:r>
      <w:bookmarkStart w:id="4" w:name="_Hlk68250408"/>
      <w:r w:rsidRPr="008F3BCF">
        <w:rPr>
          <w:rFonts w:ascii="Comic Sans MS" w:hAnsi="Comic Sans MS"/>
          <w:sz w:val="22"/>
          <w:szCs w:val="20"/>
        </w:rPr>
        <w:fldChar w:fldCharType="begin"/>
      </w:r>
      <w:r w:rsidRPr="00314B21">
        <w:rPr>
          <w:rFonts w:ascii="Arial" w:hAnsi="Arial" w:cs="Arial"/>
        </w:rPr>
        <w:instrText xml:space="preserve"> HYPERLINK "https://www.congress.gov/bill/117th-congress/house-bill/1276" </w:instrText>
      </w:r>
      <w:r w:rsidRPr="008F3BCF">
        <w:rPr>
          <w:rFonts w:ascii="Comic Sans MS" w:hAnsi="Comic Sans MS"/>
          <w:sz w:val="22"/>
          <w:szCs w:val="20"/>
        </w:rPr>
        <w:fldChar w:fldCharType="separate"/>
      </w:r>
      <w:r w:rsidRPr="008F3BCF">
        <w:rPr>
          <w:rStyle w:val="Hyperlink"/>
          <w:rFonts w:ascii="Arial" w:hAnsi="Arial" w:cs="Arial"/>
          <w:lang w:val="en"/>
        </w:rPr>
        <w:t>SAVE LIVES Act</w:t>
      </w:r>
      <w:r w:rsidRPr="008F3BCF">
        <w:rPr>
          <w:rStyle w:val="Hyperlink"/>
          <w:rFonts w:ascii="Arial" w:hAnsi="Arial" w:cs="Arial"/>
          <w:lang w:val="en"/>
        </w:rPr>
        <w:fldChar w:fldCharType="end"/>
      </w:r>
      <w:bookmarkEnd w:id="4"/>
      <w:r w:rsidRPr="008F3BCF">
        <w:rPr>
          <w:rFonts w:ascii="Arial" w:hAnsi="Arial" w:cs="Arial"/>
          <w:lang w:val="en"/>
        </w:rPr>
        <w:t>, signed by</w:t>
      </w:r>
      <w:r w:rsidRPr="008F3BCF">
        <w:rPr>
          <w:rFonts w:ascii="Arial" w:hAnsi="Arial" w:cs="Arial"/>
          <w:color w:val="2E2E2E"/>
        </w:rPr>
        <w:t xml:space="preserve"> </w:t>
      </w:r>
      <w:r w:rsidRPr="008F3BCF">
        <w:rPr>
          <w:rFonts w:ascii="Arial" w:hAnsi="Arial" w:cs="Arial"/>
        </w:rPr>
        <w:t>President Joe Biden March 24, 2021</w:t>
      </w:r>
      <w:r w:rsidRPr="008F3BCF">
        <w:rPr>
          <w:rFonts w:ascii="Arial" w:hAnsi="Arial" w:cs="Arial"/>
          <w:lang w:val="en"/>
        </w:rPr>
        <w:t xml:space="preserve">. </w:t>
      </w:r>
    </w:p>
    <w:p w14:paraId="0F8582A4" w14:textId="77777777" w:rsidR="00405F46" w:rsidRPr="008F3BCF" w:rsidRDefault="00405F46" w:rsidP="00405F46">
      <w:pPr>
        <w:shd w:val="clear" w:color="auto" w:fill="FFFFFF"/>
        <w:rPr>
          <w:rFonts w:ascii="Arial" w:hAnsi="Arial" w:cs="Arial"/>
          <w:color w:val="2E2E2E"/>
        </w:rPr>
      </w:pPr>
    </w:p>
    <w:p w14:paraId="0FF181A8" w14:textId="2CF33CA7" w:rsidR="00405F46" w:rsidRDefault="00405F46" w:rsidP="00405F46">
      <w:pPr>
        <w:shd w:val="clear" w:color="auto" w:fill="FFFFFF"/>
        <w:rPr>
          <w:rFonts w:ascii="Arial" w:hAnsi="Arial" w:cs="Arial"/>
        </w:rPr>
      </w:pPr>
      <w:r w:rsidRPr="008F3BCF">
        <w:rPr>
          <w:rFonts w:ascii="Arial" w:hAnsi="Arial" w:cs="Arial"/>
        </w:rPr>
        <w:t>The expanded authority depends on readily available COVID-19 vaccine supply and requires the Department of Veterans Affairs (VA) to continue to prioritize Veterans enrolled in VA care. </w:t>
      </w:r>
    </w:p>
    <w:p w14:paraId="0A6AA4DE" w14:textId="38439617" w:rsidR="00405F46" w:rsidRDefault="00405F46" w:rsidP="00405F46">
      <w:pPr>
        <w:shd w:val="clear" w:color="auto" w:fill="FFFFFF"/>
        <w:rPr>
          <w:rFonts w:ascii="Arial" w:hAnsi="Arial" w:cs="Arial"/>
        </w:rPr>
      </w:pPr>
    </w:p>
    <w:p w14:paraId="106770EC" w14:textId="72FCA019" w:rsidR="00405F46" w:rsidRDefault="008B3333" w:rsidP="00405F46">
      <w:p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 xml:space="preserve">VA Finger Lakes HCS will be offering the J&amp;J </w:t>
      </w:r>
      <w:r w:rsidR="00405F46">
        <w:rPr>
          <w:rFonts w:ascii="Arial" w:hAnsi="Arial" w:cs="Arial"/>
        </w:rPr>
        <w:t>COVID -19 vaccine</w:t>
      </w:r>
      <w:r>
        <w:rPr>
          <w:rFonts w:ascii="Arial" w:hAnsi="Arial" w:cs="Arial"/>
        </w:rPr>
        <w:t xml:space="preserve"> </w:t>
      </w:r>
      <w:r w:rsidR="00405F46">
        <w:rPr>
          <w:rFonts w:ascii="Arial" w:hAnsi="Arial" w:cs="Arial"/>
        </w:rPr>
        <w:t>on:</w:t>
      </w:r>
    </w:p>
    <w:p w14:paraId="6DAD1E24" w14:textId="77777777" w:rsidR="00405F46" w:rsidRDefault="00405F46" w:rsidP="00405F46">
      <w:pPr>
        <w:shd w:val="clear" w:color="auto" w:fill="FFFFFF"/>
        <w:rPr>
          <w:rFonts w:ascii="Arial" w:hAnsi="Arial" w:cs="Arial"/>
        </w:rPr>
      </w:pPr>
    </w:p>
    <w:p w14:paraId="1AEA67C9" w14:textId="79535D9B" w:rsidR="00405F46" w:rsidRDefault="00405F46" w:rsidP="00405F46">
      <w:p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Date:  Saturday, April 17</w:t>
      </w:r>
    </w:p>
    <w:p w14:paraId="26F701F8" w14:textId="4DA001E0" w:rsidR="00405F46" w:rsidRDefault="00405F46" w:rsidP="00405F46">
      <w:p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Time:  10:00am-2pm</w:t>
      </w:r>
    </w:p>
    <w:p w14:paraId="13E1C819" w14:textId="0E74C166" w:rsidR="00405F46" w:rsidRDefault="00405F46" w:rsidP="00405F46">
      <w:p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Place:  Livingston County Conference Center, 1 Murray Hill Drive, Mt. Morris, NY 14510</w:t>
      </w:r>
    </w:p>
    <w:p w14:paraId="302C236C" w14:textId="2857B702" w:rsidR="00405F46" w:rsidRDefault="00405F46" w:rsidP="00405F46">
      <w:pPr>
        <w:shd w:val="clear" w:color="auto" w:fill="FFFFFF"/>
        <w:rPr>
          <w:rFonts w:ascii="Arial" w:hAnsi="Arial" w:cs="Arial"/>
        </w:rPr>
      </w:pPr>
    </w:p>
    <w:p w14:paraId="48149A39" w14:textId="326D80FF" w:rsidR="00405F46" w:rsidRPr="008B3333" w:rsidRDefault="008B3333" w:rsidP="00405F46">
      <w:pPr>
        <w:shd w:val="clear" w:color="auto" w:fill="FFFFFF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Please c</w:t>
      </w:r>
      <w:r w:rsidR="00405F46" w:rsidRPr="008B3333">
        <w:rPr>
          <w:rFonts w:ascii="Arial" w:hAnsi="Arial" w:cs="Arial"/>
          <w:b/>
          <w:bCs/>
        </w:rPr>
        <w:t xml:space="preserve">all (607) 664-4626 or (585)-393-7401 </w:t>
      </w:r>
      <w:r w:rsidR="00FD576E">
        <w:rPr>
          <w:rFonts w:ascii="Arial" w:hAnsi="Arial" w:cs="Arial"/>
          <w:b/>
          <w:bCs/>
        </w:rPr>
        <w:t xml:space="preserve">Option # 3 </w:t>
      </w:r>
      <w:r w:rsidR="00405F46" w:rsidRPr="008B3333">
        <w:rPr>
          <w:rFonts w:ascii="Arial" w:hAnsi="Arial" w:cs="Arial"/>
          <w:b/>
          <w:bCs/>
        </w:rPr>
        <w:t xml:space="preserve">to schedule </w:t>
      </w:r>
      <w:r>
        <w:rPr>
          <w:rFonts w:ascii="Arial" w:hAnsi="Arial" w:cs="Arial"/>
          <w:b/>
          <w:bCs/>
        </w:rPr>
        <w:t xml:space="preserve">a vaccine shot during the hours of </w:t>
      </w:r>
      <w:r w:rsidR="00405F46" w:rsidRPr="008B3333">
        <w:rPr>
          <w:rFonts w:ascii="Arial" w:hAnsi="Arial" w:cs="Arial"/>
          <w:b/>
          <w:bCs/>
        </w:rPr>
        <w:t>8:00am to 4:00pm.</w:t>
      </w:r>
    </w:p>
    <w:p w14:paraId="3F07C6B9" w14:textId="77777777" w:rsidR="00405F46" w:rsidRPr="008F3BCF" w:rsidRDefault="00405F46" w:rsidP="00405F46">
      <w:pPr>
        <w:shd w:val="clear" w:color="auto" w:fill="FFFFFF"/>
        <w:rPr>
          <w:rFonts w:ascii="Arial" w:hAnsi="Arial" w:cs="Arial"/>
        </w:rPr>
      </w:pPr>
    </w:p>
    <w:p w14:paraId="285F85FE" w14:textId="79C56765" w:rsidR="00405F46" w:rsidRPr="008F3BCF" w:rsidRDefault="008B3333" w:rsidP="00405F46">
      <w:pPr>
        <w:rPr>
          <w:rFonts w:ascii="Arial" w:hAnsi="Arial" w:cs="Arial"/>
        </w:rPr>
      </w:pPr>
      <w:r>
        <w:rPr>
          <w:rFonts w:ascii="Arial" w:hAnsi="Arial" w:cs="Arial"/>
          <w:color w:val="2E2E2E"/>
        </w:rPr>
        <w:t>“</w:t>
      </w:r>
      <w:r w:rsidR="00405F46" w:rsidRPr="00405F46">
        <w:rPr>
          <w:rFonts w:ascii="Arial" w:hAnsi="Arial" w:cs="Arial"/>
          <w:color w:val="2E2E2E"/>
        </w:rPr>
        <w:t xml:space="preserve">Since the start of the pandemic, </w:t>
      </w:r>
      <w:r w:rsidR="00405F46">
        <w:rPr>
          <w:rFonts w:ascii="Arial" w:hAnsi="Arial" w:cs="Arial"/>
          <w:color w:val="2E2E2E"/>
        </w:rPr>
        <w:t xml:space="preserve">VA Finger Lakes Healthcare System </w:t>
      </w:r>
      <w:r w:rsidR="00405F46" w:rsidRPr="00405F46">
        <w:rPr>
          <w:rFonts w:ascii="Arial" w:hAnsi="Arial" w:cs="Arial"/>
          <w:color w:val="2E2E2E"/>
        </w:rPr>
        <w:t>has been focused on vaccinating as many Veterans as possible, and we are excited to multiply our efforts</w:t>
      </w:r>
      <w:r>
        <w:rPr>
          <w:rFonts w:ascii="Arial" w:hAnsi="Arial" w:cs="Arial"/>
          <w:color w:val="2E2E2E"/>
        </w:rPr>
        <w:t xml:space="preserve"> </w:t>
      </w:r>
      <w:r w:rsidR="00405F46" w:rsidRPr="00405F46">
        <w:rPr>
          <w:rFonts w:ascii="Arial" w:hAnsi="Arial" w:cs="Arial"/>
          <w:color w:val="2E2E2E"/>
        </w:rPr>
        <w:t>thanks to the SAVE LIVES Act,”</w:t>
      </w:r>
      <w:r w:rsidR="00405F46" w:rsidRPr="008F3BCF">
        <w:rPr>
          <w:rFonts w:ascii="Arial" w:hAnsi="Arial" w:cs="Arial"/>
          <w:color w:val="2E2E2E"/>
        </w:rPr>
        <w:t xml:space="preserve"> said </w:t>
      </w:r>
      <w:r w:rsidR="00405F46">
        <w:rPr>
          <w:rFonts w:ascii="Arial" w:hAnsi="Arial" w:cs="Arial"/>
          <w:color w:val="2E2E2E"/>
        </w:rPr>
        <w:t>Bruce Tucker, Director VA Finger Lakes Healthcare System</w:t>
      </w:r>
      <w:r w:rsidR="00405F46" w:rsidRPr="008F3BCF">
        <w:rPr>
          <w:rFonts w:ascii="Arial" w:hAnsi="Arial" w:cs="Arial"/>
          <w:color w:val="2E2E2E"/>
        </w:rPr>
        <w:t>. “</w:t>
      </w:r>
      <w:r>
        <w:rPr>
          <w:rFonts w:ascii="Arial" w:hAnsi="Arial" w:cs="Arial"/>
          <w:color w:val="2E2E2E"/>
        </w:rPr>
        <w:t xml:space="preserve">The vaccine clinic scheduled for Mt. Morris is just one </w:t>
      </w:r>
      <w:r w:rsidR="005023C8">
        <w:rPr>
          <w:rFonts w:ascii="Arial" w:hAnsi="Arial" w:cs="Arial"/>
          <w:color w:val="2E2E2E"/>
        </w:rPr>
        <w:t xml:space="preserve">of the clinics we have </w:t>
      </w:r>
      <w:r>
        <w:rPr>
          <w:rFonts w:ascii="Arial" w:hAnsi="Arial" w:cs="Arial"/>
          <w:color w:val="2E2E2E"/>
        </w:rPr>
        <w:t>scheduled in the region. To date we have deployed over 21,000 vaccines in the Finger Lakes and Greater Rochester area.</w:t>
      </w:r>
      <w:r w:rsidR="00405F46" w:rsidRPr="008F3BCF">
        <w:rPr>
          <w:rFonts w:ascii="Arial" w:hAnsi="Arial" w:cs="Arial"/>
        </w:rPr>
        <w:t>”</w:t>
      </w:r>
    </w:p>
    <w:p w14:paraId="73A4327E" w14:textId="77777777" w:rsidR="00405F46" w:rsidRPr="008F3BCF" w:rsidRDefault="00405F46" w:rsidP="00405F46">
      <w:pPr>
        <w:shd w:val="clear" w:color="auto" w:fill="FFFFFF"/>
        <w:rPr>
          <w:rFonts w:ascii="Arial" w:hAnsi="Arial" w:cs="Arial"/>
        </w:rPr>
      </w:pPr>
    </w:p>
    <w:p w14:paraId="7D320813" w14:textId="70BF046E" w:rsidR="00405F46" w:rsidRPr="008F3BCF" w:rsidRDefault="00405F46" w:rsidP="00405F46">
      <w:pPr>
        <w:rPr>
          <w:rFonts w:ascii="Arial" w:hAnsi="Arial" w:cs="Arial"/>
        </w:rPr>
      </w:pPr>
      <w:r w:rsidRPr="008F3BCF">
        <w:rPr>
          <w:rFonts w:ascii="Arial" w:hAnsi="Arial" w:cs="Arial"/>
        </w:rPr>
        <w:t xml:space="preserve">Those eligible under the SAVES LIVES Act to receive a vaccine can </w:t>
      </w:r>
      <w:r w:rsidR="008B3333">
        <w:rPr>
          <w:rFonts w:ascii="Arial" w:hAnsi="Arial" w:cs="Arial"/>
        </w:rPr>
        <w:t xml:space="preserve">also </w:t>
      </w:r>
      <w:r w:rsidRPr="008F3BCF">
        <w:rPr>
          <w:rFonts w:ascii="Arial" w:hAnsi="Arial" w:cs="Arial"/>
        </w:rPr>
        <w:t xml:space="preserve">go to </w:t>
      </w:r>
      <w:hyperlink r:id="rId7" w:history="1">
        <w:r w:rsidRPr="008F3BCF">
          <w:rPr>
            <w:rStyle w:val="Hyperlink"/>
            <w:rFonts w:ascii="Arial" w:hAnsi="Arial" w:cs="Arial"/>
          </w:rPr>
          <w:t>www.va.gov/covid-19-vaccine</w:t>
        </w:r>
      </w:hyperlink>
      <w:r w:rsidRPr="008F3BCF">
        <w:rPr>
          <w:rFonts w:ascii="Arial" w:hAnsi="Arial" w:cs="Arial"/>
          <w:color w:val="2E2E2E"/>
        </w:rPr>
        <w:t xml:space="preserve"> </w:t>
      </w:r>
      <w:r w:rsidRPr="008F3BCF">
        <w:rPr>
          <w:rFonts w:ascii="Arial" w:hAnsi="Arial" w:cs="Arial"/>
        </w:rPr>
        <w:t xml:space="preserve">to register and stay informed on VA’s vaccine rollout process. </w:t>
      </w:r>
      <w:r w:rsidR="008B3333">
        <w:rPr>
          <w:rFonts w:ascii="Arial" w:hAnsi="Arial" w:cs="Arial"/>
        </w:rPr>
        <w:t>VA staff</w:t>
      </w:r>
      <w:r w:rsidRPr="008F3BCF">
        <w:rPr>
          <w:rFonts w:ascii="Arial" w:hAnsi="Arial" w:cs="Arial"/>
        </w:rPr>
        <w:t xml:space="preserve"> will contact Veterans </w:t>
      </w:r>
      <w:r w:rsidR="008B3333">
        <w:rPr>
          <w:rFonts w:ascii="Arial" w:hAnsi="Arial" w:cs="Arial"/>
        </w:rPr>
        <w:t>to schedule a vaccine appointment for them.</w:t>
      </w:r>
      <w:r w:rsidRPr="008F3BCF">
        <w:rPr>
          <w:rFonts w:ascii="Arial" w:hAnsi="Arial" w:cs="Arial"/>
        </w:rPr>
        <w:t xml:space="preserve"> </w:t>
      </w:r>
    </w:p>
    <w:p w14:paraId="036CCE4C" w14:textId="77777777" w:rsidR="00405F46" w:rsidRPr="008F3BCF" w:rsidRDefault="00405F46" w:rsidP="00405F46">
      <w:pPr>
        <w:rPr>
          <w:rFonts w:ascii="Arial" w:hAnsi="Arial" w:cs="Arial"/>
        </w:rPr>
      </w:pPr>
    </w:p>
    <w:p w14:paraId="0032E3CC" w14:textId="77777777" w:rsidR="00405F46" w:rsidRPr="008F3BCF" w:rsidRDefault="00405F46" w:rsidP="00405F46">
      <w:pPr>
        <w:rPr>
          <w:rFonts w:ascii="Arial" w:hAnsi="Arial" w:cs="Arial"/>
        </w:rPr>
      </w:pPr>
      <w:r w:rsidRPr="008F3BCF">
        <w:rPr>
          <w:rFonts w:ascii="Arial" w:hAnsi="Arial" w:cs="Arial"/>
        </w:rPr>
        <w:t xml:space="preserve">To maintain continued health and safety during the pandemic, please </w:t>
      </w:r>
      <w:r w:rsidRPr="008F3BCF">
        <w:rPr>
          <w:rFonts w:ascii="Arial" w:hAnsi="Arial" w:cs="Arial"/>
          <w:b/>
          <w:bCs/>
          <w:i/>
          <w:iCs/>
        </w:rPr>
        <w:t>do not</w:t>
      </w:r>
      <w:r w:rsidRPr="008F3BCF">
        <w:rPr>
          <w:rFonts w:ascii="Arial" w:hAnsi="Arial" w:cs="Arial"/>
        </w:rPr>
        <w:t xml:space="preserve"> visit a VA facility for a COVID-19 vaccine without an appointment.</w:t>
      </w:r>
    </w:p>
    <w:p w14:paraId="3B59C6B3" w14:textId="77777777" w:rsidR="00405F46" w:rsidRPr="008F3BCF" w:rsidRDefault="00405F46" w:rsidP="00405F46">
      <w:pPr>
        <w:shd w:val="clear" w:color="auto" w:fill="FFFFFF"/>
        <w:rPr>
          <w:rFonts w:ascii="Arial" w:hAnsi="Arial" w:cs="Arial"/>
        </w:rPr>
      </w:pPr>
    </w:p>
    <w:bookmarkEnd w:id="2"/>
    <w:bookmarkEnd w:id="3"/>
    <w:p w14:paraId="7E28A6B4" w14:textId="77777777" w:rsidR="00405F46" w:rsidRPr="008F3BCF" w:rsidRDefault="00405F46" w:rsidP="00405F46">
      <w:pPr>
        <w:shd w:val="clear" w:color="auto" w:fill="FFFFFF"/>
        <w:rPr>
          <w:rStyle w:val="Hyperlink"/>
          <w:rFonts w:ascii="Arial" w:hAnsi="Arial" w:cs="Arial"/>
        </w:rPr>
      </w:pPr>
      <w:r w:rsidRPr="008F3BCF">
        <w:rPr>
          <w:rFonts w:ascii="Arial" w:hAnsi="Arial" w:cs="Arial"/>
        </w:rPr>
        <w:t xml:space="preserve">For more information on VA’s COVID-19 vaccine efforts, read the </w:t>
      </w:r>
      <w:hyperlink r:id="rId8" w:history="1">
        <w:r w:rsidRPr="008F3BCF">
          <w:rPr>
            <w:rStyle w:val="Hyperlink"/>
            <w:rFonts w:ascii="Arial" w:hAnsi="Arial" w:cs="Arial"/>
          </w:rPr>
          <w:t>national news release</w:t>
        </w:r>
      </w:hyperlink>
      <w:r w:rsidRPr="008F3BCF">
        <w:rPr>
          <w:rFonts w:ascii="Arial" w:hAnsi="Arial" w:cs="Arial"/>
        </w:rPr>
        <w:t xml:space="preserve"> and the </w:t>
      </w:r>
      <w:hyperlink r:id="rId9" w:history="1">
        <w:r w:rsidRPr="008F3BCF">
          <w:rPr>
            <w:rStyle w:val="Hyperlink"/>
            <w:rFonts w:ascii="Arial" w:hAnsi="Arial" w:cs="Arial"/>
          </w:rPr>
          <w:t>VAntage Point Blog</w:t>
        </w:r>
      </w:hyperlink>
      <w:r w:rsidRPr="008F3BCF">
        <w:rPr>
          <w:rStyle w:val="Hyperlink"/>
          <w:rFonts w:ascii="Arial" w:hAnsi="Arial" w:cs="Arial"/>
        </w:rPr>
        <w:t>.</w:t>
      </w:r>
    </w:p>
    <w:p w14:paraId="78904245" w14:textId="77777777" w:rsidR="00405F46" w:rsidRDefault="00405F46" w:rsidP="00405F46">
      <w:pPr>
        <w:shd w:val="clear" w:color="auto" w:fill="FFFFFF"/>
        <w:spacing w:line="276" w:lineRule="auto"/>
        <w:rPr>
          <w:rStyle w:val="Hyperlink"/>
          <w:rFonts w:ascii="Arial" w:hAnsi="Arial" w:cs="Arial"/>
        </w:rPr>
      </w:pPr>
    </w:p>
    <w:p w14:paraId="514B4D12" w14:textId="77777777" w:rsidR="00405F46" w:rsidRPr="00D062C5" w:rsidRDefault="00405F46" w:rsidP="00405F46">
      <w:pPr>
        <w:shd w:val="clear" w:color="auto" w:fill="FFFFFF"/>
        <w:spacing w:line="276" w:lineRule="auto"/>
        <w:rPr>
          <w:rFonts w:ascii="Arial" w:hAnsi="Arial" w:cs="Arial"/>
        </w:rPr>
      </w:pPr>
    </w:p>
    <w:p w14:paraId="50D89D0E" w14:textId="77777777" w:rsidR="00405F46" w:rsidRDefault="00405F46" w:rsidP="00405F4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210E030C" w14:textId="77777777" w:rsidR="00405F46" w:rsidRDefault="00405F46" w:rsidP="00405F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084C23">
        <w:rPr>
          <w:rFonts w:ascii="Arial" w:hAnsi="Arial" w:cs="Arial"/>
        </w:rPr>
        <w:t>###</w:t>
      </w:r>
      <w:bookmarkEnd w:id="0"/>
    </w:p>
    <w:p w14:paraId="77B66A27" w14:textId="2C134C6F" w:rsidR="00405F46" w:rsidRDefault="00405F46" w:rsidP="00346903">
      <w:pPr>
        <w:spacing w:after="240"/>
        <w:rPr>
          <w:rFonts w:ascii="Arial" w:hAnsi="Arial" w:cs="Arial"/>
          <w:b/>
          <w:sz w:val="52"/>
          <w:szCs w:val="52"/>
        </w:rPr>
      </w:pPr>
    </w:p>
    <w:p w14:paraId="7B68184F" w14:textId="77777777" w:rsidR="00405F46" w:rsidRPr="00F25936" w:rsidRDefault="00405F46" w:rsidP="00346903">
      <w:pPr>
        <w:spacing w:after="240"/>
        <w:rPr>
          <w:rFonts w:ascii="Arial" w:hAnsi="Arial" w:cs="Arial"/>
          <w:b/>
          <w:sz w:val="52"/>
          <w:szCs w:val="52"/>
        </w:rPr>
      </w:pPr>
    </w:p>
    <w:sectPr w:rsidR="00405F46" w:rsidRPr="00F25936" w:rsidSect="008D4E6F">
      <w:headerReference w:type="default" r:id="rId10"/>
      <w:footerReference w:type="default" r:id="rId11"/>
      <w:pgSz w:w="12240" w:h="15840"/>
      <w:pgMar w:top="3504" w:right="810" w:bottom="207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5508A0" w14:textId="77777777" w:rsidR="006C22C2" w:rsidRDefault="006C22C2" w:rsidP="00721363">
      <w:r>
        <w:separator/>
      </w:r>
    </w:p>
  </w:endnote>
  <w:endnote w:type="continuationSeparator" w:id="0">
    <w:p w14:paraId="7928F718" w14:textId="77777777" w:rsidR="006C22C2" w:rsidRDefault="006C22C2" w:rsidP="00721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CD5B78" w14:textId="77777777" w:rsidR="00721363" w:rsidRDefault="00487961">
    <w:pPr>
      <w:pStyle w:val="Footer"/>
    </w:pPr>
    <w:r>
      <w:rPr>
        <w:rFonts w:ascii="Arial" w:hAnsi="Arial" w:cs="Arial"/>
        <w:b/>
        <w:bCs/>
        <w:noProof/>
        <w:color w:val="003B71"/>
        <w:sz w:val="20"/>
        <w:szCs w:val="20"/>
      </w:rPr>
      <w:drawing>
        <wp:anchor distT="0" distB="0" distL="114300" distR="114300" simplePos="0" relativeHeight="251659264" behindDoc="1" locked="0" layoutInCell="1" allowOverlap="1" wp14:anchorId="131B171E" wp14:editId="1152A667">
          <wp:simplePos x="0" y="0"/>
          <wp:positionH relativeFrom="page">
            <wp:posOffset>3205480</wp:posOffset>
          </wp:positionH>
          <wp:positionV relativeFrom="page">
            <wp:posOffset>8837930</wp:posOffset>
          </wp:positionV>
          <wp:extent cx="1362456" cy="694944"/>
          <wp:effectExtent l="0" t="0" r="0" b="0"/>
          <wp:wrapNone/>
          <wp:docPr id="280" name="Picture 2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456" cy="6949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553A61" w14:textId="77777777" w:rsidR="006C22C2" w:rsidRDefault="006C22C2" w:rsidP="00721363">
      <w:r>
        <w:separator/>
      </w:r>
    </w:p>
  </w:footnote>
  <w:footnote w:type="continuationSeparator" w:id="0">
    <w:p w14:paraId="2AC1F9D4" w14:textId="77777777" w:rsidR="006C22C2" w:rsidRDefault="006C22C2" w:rsidP="00721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A91C28" w14:textId="77777777" w:rsidR="00721363" w:rsidRPr="00F7506F" w:rsidRDefault="00487961" w:rsidP="00F7506F">
    <w:pPr>
      <w:pStyle w:val="Header"/>
      <w:jc w:val="right"/>
      <w:rPr>
        <w:rFonts w:ascii="Arial" w:hAnsi="Arial" w:cs="Arial"/>
        <w:b/>
        <w:bCs/>
        <w:color w:val="003B71"/>
        <w:sz w:val="23"/>
        <w:szCs w:val="23"/>
      </w:rPr>
    </w:pPr>
    <w:r w:rsidRPr="00F7506F">
      <w:rPr>
        <w:rFonts w:ascii="Arial" w:hAnsi="Arial" w:cs="Arial"/>
        <w:b/>
        <w:bCs/>
        <w:noProof/>
        <w:color w:val="003B71"/>
        <w:sz w:val="23"/>
        <w:szCs w:val="23"/>
      </w:rPr>
      <w:drawing>
        <wp:anchor distT="0" distB="0" distL="114300" distR="114300" simplePos="0" relativeHeight="251658240" behindDoc="0" locked="0" layoutInCell="1" allowOverlap="0" wp14:anchorId="0922C9AF" wp14:editId="169FFF8A">
          <wp:simplePos x="0" y="0"/>
          <wp:positionH relativeFrom="column">
            <wp:posOffset>-182880</wp:posOffset>
          </wp:positionH>
          <wp:positionV relativeFrom="page">
            <wp:posOffset>393065</wp:posOffset>
          </wp:positionV>
          <wp:extent cx="2660904" cy="594360"/>
          <wp:effectExtent l="0" t="0" r="6350" b="0"/>
          <wp:wrapNone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0904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21363" w:rsidRPr="00F7506F">
      <w:rPr>
        <w:rFonts w:ascii="Arial" w:hAnsi="Arial" w:cs="Arial"/>
        <w:b/>
        <w:bCs/>
        <w:color w:val="003B71"/>
        <w:sz w:val="23"/>
        <w:szCs w:val="23"/>
      </w:rPr>
      <w:t>New York/New Jersey VA Health Care Network</w:t>
    </w:r>
  </w:p>
  <w:p w14:paraId="4BA9EBA5" w14:textId="77777777" w:rsidR="00721363" w:rsidRPr="00721363" w:rsidRDefault="008D29D4" w:rsidP="00F7506F">
    <w:pPr>
      <w:pStyle w:val="Header"/>
      <w:spacing w:before="120"/>
      <w:jc w:val="right"/>
      <w:rPr>
        <w:rFonts w:ascii="Arial" w:hAnsi="Arial" w:cs="Arial"/>
        <w:b/>
        <w:bCs/>
        <w:color w:val="003B71"/>
      </w:rPr>
    </w:pPr>
    <w:r>
      <w:rPr>
        <w:rFonts w:ascii="Arial" w:hAnsi="Arial" w:cs="Arial"/>
        <w:b/>
        <w:bCs/>
        <w:color w:val="003B71"/>
      </w:rPr>
      <w:t>VA Finger Lakes Healthcare System</w:t>
    </w:r>
  </w:p>
  <w:p w14:paraId="50C1ECDC" w14:textId="77777777" w:rsidR="00721363" w:rsidRDefault="008D29D4" w:rsidP="008D4E6F">
    <w:pPr>
      <w:pStyle w:val="Header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76 Veterans</w:t>
    </w:r>
    <w:r w:rsidR="00721363" w:rsidRPr="00721363">
      <w:rPr>
        <w:rFonts w:ascii="Arial" w:hAnsi="Arial" w:cs="Arial"/>
        <w:sz w:val="20"/>
        <w:szCs w:val="20"/>
      </w:rPr>
      <w:t xml:space="preserve"> Avenue |</w:t>
    </w:r>
    <w:r w:rsidR="00721363">
      <w:rPr>
        <w:rFonts w:ascii="Arial" w:hAnsi="Arial" w:cs="Arial"/>
        <w:sz w:val="20"/>
        <w:szCs w:val="20"/>
      </w:rPr>
      <w:t xml:space="preserve"> </w:t>
    </w:r>
    <w:r w:rsidR="008D4E6F">
      <w:rPr>
        <w:rFonts w:ascii="Arial" w:hAnsi="Arial" w:cs="Arial"/>
        <w:sz w:val="20"/>
        <w:szCs w:val="20"/>
      </w:rPr>
      <w:t>B</w:t>
    </w:r>
    <w:r>
      <w:rPr>
        <w:rFonts w:ascii="Arial" w:hAnsi="Arial" w:cs="Arial"/>
        <w:sz w:val="20"/>
        <w:szCs w:val="20"/>
      </w:rPr>
      <w:t>ath</w:t>
    </w:r>
    <w:r w:rsidR="00721363" w:rsidRPr="00721363">
      <w:rPr>
        <w:rFonts w:ascii="Arial" w:hAnsi="Arial" w:cs="Arial"/>
        <w:sz w:val="20"/>
        <w:szCs w:val="20"/>
      </w:rPr>
      <w:t>, NY 1</w:t>
    </w:r>
    <w:r w:rsidR="008D4E6F">
      <w:rPr>
        <w:rFonts w:ascii="Arial" w:hAnsi="Arial" w:cs="Arial"/>
        <w:sz w:val="20"/>
        <w:szCs w:val="20"/>
      </w:rPr>
      <w:t>4</w:t>
    </w:r>
    <w:r>
      <w:rPr>
        <w:rFonts w:ascii="Arial" w:hAnsi="Arial" w:cs="Arial"/>
        <w:sz w:val="20"/>
        <w:szCs w:val="20"/>
      </w:rPr>
      <w:t>810</w:t>
    </w:r>
  </w:p>
  <w:p w14:paraId="3AA89E8C" w14:textId="77777777" w:rsidR="008D4E6F" w:rsidRDefault="008D29D4" w:rsidP="005273C6">
    <w:pPr>
      <w:pStyle w:val="Header"/>
      <w:spacing w:after="120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607-664-4000</w:t>
    </w:r>
  </w:p>
  <w:p w14:paraId="71D7268A" w14:textId="77777777" w:rsidR="008D4E6F" w:rsidRDefault="008D29D4" w:rsidP="008D4E6F">
    <w:pPr>
      <w:pStyle w:val="Header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400 Fort Hill</w:t>
    </w:r>
    <w:r w:rsidR="008D4E6F" w:rsidRPr="00721363">
      <w:rPr>
        <w:rFonts w:ascii="Arial" w:hAnsi="Arial" w:cs="Arial"/>
        <w:sz w:val="20"/>
        <w:szCs w:val="20"/>
      </w:rPr>
      <w:t xml:space="preserve"> Avenue |</w:t>
    </w:r>
    <w:r w:rsidR="008D4E6F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Canandaigua</w:t>
    </w:r>
    <w:r w:rsidR="008D4E6F" w:rsidRPr="00721363">
      <w:rPr>
        <w:rFonts w:ascii="Arial" w:hAnsi="Arial" w:cs="Arial"/>
        <w:sz w:val="20"/>
        <w:szCs w:val="20"/>
      </w:rPr>
      <w:t xml:space="preserve">, NY </w:t>
    </w:r>
    <w:r w:rsidR="008D4E6F">
      <w:rPr>
        <w:rFonts w:ascii="Arial" w:hAnsi="Arial" w:cs="Arial"/>
        <w:sz w:val="20"/>
        <w:szCs w:val="20"/>
      </w:rPr>
      <w:t>14</w:t>
    </w:r>
    <w:r>
      <w:rPr>
        <w:rFonts w:ascii="Arial" w:hAnsi="Arial" w:cs="Arial"/>
        <w:sz w:val="20"/>
        <w:szCs w:val="20"/>
      </w:rPr>
      <w:t>424</w:t>
    </w:r>
  </w:p>
  <w:p w14:paraId="65EE797C" w14:textId="77777777" w:rsidR="008D4E6F" w:rsidRDefault="008D4E6F" w:rsidP="008D4E6F">
    <w:pPr>
      <w:pStyle w:val="Header"/>
      <w:spacing w:after="40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585-</w:t>
    </w:r>
    <w:r w:rsidR="008D29D4">
      <w:rPr>
        <w:rFonts w:ascii="Arial" w:hAnsi="Arial" w:cs="Arial"/>
        <w:sz w:val="20"/>
        <w:szCs w:val="20"/>
      </w:rPr>
      <w:t>394-2000</w:t>
    </w:r>
  </w:p>
  <w:p w14:paraId="08B785E8" w14:textId="77777777" w:rsidR="00721363" w:rsidRPr="00721363" w:rsidRDefault="00721363" w:rsidP="008D29D4">
    <w:pPr>
      <w:pStyle w:val="Header"/>
      <w:jc w:val="right"/>
      <w:rPr>
        <w:rFonts w:ascii="Arial" w:hAnsi="Arial" w:cs="Arial"/>
        <w:b/>
        <w:bCs/>
        <w:color w:val="003B71"/>
        <w:sz w:val="20"/>
        <w:szCs w:val="20"/>
      </w:rPr>
    </w:pPr>
    <w:r w:rsidRPr="00721363">
      <w:rPr>
        <w:rFonts w:ascii="Arial" w:hAnsi="Arial" w:cs="Arial"/>
        <w:b/>
        <w:bCs/>
        <w:color w:val="003B71"/>
        <w:sz w:val="20"/>
        <w:szCs w:val="20"/>
      </w:rPr>
      <w:t>www.</w:t>
    </w:r>
    <w:r w:rsidR="005273C6">
      <w:rPr>
        <w:rFonts w:ascii="Arial" w:hAnsi="Arial" w:cs="Arial"/>
        <w:b/>
        <w:bCs/>
        <w:color w:val="003B71"/>
        <w:sz w:val="20"/>
        <w:szCs w:val="20"/>
      </w:rPr>
      <w:t>fingerlakes</w:t>
    </w:r>
    <w:r w:rsidRPr="00721363">
      <w:rPr>
        <w:rFonts w:ascii="Arial" w:hAnsi="Arial" w:cs="Arial"/>
        <w:b/>
        <w:bCs/>
        <w:color w:val="003B71"/>
        <w:sz w:val="20"/>
        <w:szCs w:val="20"/>
      </w:rPr>
      <w:t>.va.gov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F46"/>
    <w:rsid w:val="00346903"/>
    <w:rsid w:val="00405F46"/>
    <w:rsid w:val="00487961"/>
    <w:rsid w:val="004C727D"/>
    <w:rsid w:val="004E22CB"/>
    <w:rsid w:val="005023C8"/>
    <w:rsid w:val="005273C6"/>
    <w:rsid w:val="006B59A0"/>
    <w:rsid w:val="006C22C2"/>
    <w:rsid w:val="00721363"/>
    <w:rsid w:val="008B3333"/>
    <w:rsid w:val="008D29D4"/>
    <w:rsid w:val="008D4E6F"/>
    <w:rsid w:val="00AA69C2"/>
    <w:rsid w:val="00AB2F5B"/>
    <w:rsid w:val="00C036B2"/>
    <w:rsid w:val="00EF7B30"/>
    <w:rsid w:val="00F7506F"/>
    <w:rsid w:val="00FD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C8394BC"/>
  <w15:chartTrackingRefBased/>
  <w15:docId w15:val="{208F34BD-E49A-4334-9B37-D105F2D2B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6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136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721363"/>
  </w:style>
  <w:style w:type="paragraph" w:styleId="Footer">
    <w:name w:val="footer"/>
    <w:basedOn w:val="Normal"/>
    <w:link w:val="FooterChar"/>
    <w:uiPriority w:val="99"/>
    <w:unhideWhenUsed/>
    <w:rsid w:val="0072136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721363"/>
  </w:style>
  <w:style w:type="paragraph" w:styleId="BalloonText">
    <w:name w:val="Balloon Text"/>
    <w:basedOn w:val="Normal"/>
    <w:link w:val="BalloonTextChar"/>
    <w:uiPriority w:val="99"/>
    <w:semiHidden/>
    <w:unhideWhenUsed/>
    <w:rsid w:val="008D4E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E6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05F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a.gov/opa/pressrel/pressrelease.cfm?id=5649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va.gov/covid-19-vaccin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va.gov/health-care/family-caregiver-benefits/champva/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blogs.va.gov/VAntage/86884/every-veteran-spouse-caregiver-eligible-covid19-vaccine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MS-Public-Affairs\Templates\Letterhead\75th%20Anniversary\Press%20Releases\Finger%20Lakes%20Press%20Relea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Finger Lakes Press Release.dotx</Template>
  <TotalTime>0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Hider, Kathleen</dc:creator>
  <cp:keywords/>
  <dc:description/>
  <cp:lastModifiedBy>Hider, Kathleen</cp:lastModifiedBy>
  <cp:revision>2</cp:revision>
  <cp:lastPrinted>2021-01-05T19:34:00Z</cp:lastPrinted>
  <dcterms:created xsi:type="dcterms:W3CDTF">2021-04-06T13:51:00Z</dcterms:created>
  <dcterms:modified xsi:type="dcterms:W3CDTF">2021-04-06T13:51:00Z</dcterms:modified>
</cp:coreProperties>
</file>